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CE7" w:rsidRDefault="003B5CE7" w:rsidP="00F933C7">
      <w:pPr>
        <w:spacing w:after="120"/>
        <w:rPr>
          <w:rFonts w:ascii="Cambria" w:hAnsi="Cambria"/>
        </w:rPr>
      </w:pPr>
    </w:p>
    <w:p w:rsidR="00F933C7" w:rsidRPr="00FC683D" w:rsidRDefault="00EC3DE5" w:rsidP="00F933C7">
      <w:pPr>
        <w:spacing w:after="12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-441325</wp:posOffset>
                </wp:positionV>
                <wp:extent cx="6446520" cy="800100"/>
                <wp:effectExtent l="0" t="3810" r="1905" b="0"/>
                <wp:wrapNone/>
                <wp:docPr id="4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6520" cy="800100"/>
                          <a:chOff x="753" y="555"/>
                          <a:chExt cx="10152" cy="1260"/>
                        </a:xfrm>
                      </wpg:grpSpPr>
                      <wpg:grpSp>
                        <wpg:cNvPr id="6" name="Group 102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7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B5CE7" w:rsidRPr="0021511C" w:rsidRDefault="003B5CE7" w:rsidP="003B5CE7">
                                <w:pPr>
                                  <w:tabs>
                                    <w:tab w:val="right" w:pos="5580"/>
                                    <w:tab w:val="right" w:pos="9180"/>
                                  </w:tabs>
                                </w:pPr>
                                <w:r w:rsidRPr="0021511C">
                                  <w:t>Name: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tab/>
                                </w:r>
                                <w:fldSimple w:instr=" FILENAME   \* MERGEFORMAT ">
                                  <w:r w:rsidR="006A48FB">
                                    <w:rPr>
                                      <w:noProof/>
                                    </w:rPr>
                                    <w:t>HW 19_Quiz Review</w:t>
                                  </w:r>
                                </w:fldSimple>
                              </w:p>
                              <w:p w:rsidR="003B5CE7" w:rsidRPr="00311F19" w:rsidRDefault="003B5CE7" w:rsidP="003B5CE7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rPr>
                                    <w:i/>
                                    <w:u w:val="single"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Mr. Tiénou-Gustafson, Mr. Bielmeier</w:t>
                                </w:r>
                              </w:p>
                              <w:p w:rsidR="003B5CE7" w:rsidRPr="0021511C" w:rsidRDefault="003B5CE7" w:rsidP="003B5CE7">
                                <w:pPr>
                                  <w:pStyle w:val="Header"/>
                                  <w:tabs>
                                    <w:tab w:val="right" w:pos="2790"/>
                                  </w:tabs>
                                </w:pPr>
                                <w:r>
                                  <w:t>Geometry</w:t>
                                </w:r>
                                <w:r w:rsidRPr="0021511C">
                                  <w:t>, Period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:rsidR="003B5CE7" w:rsidRPr="0021511C" w:rsidRDefault="003B5CE7" w:rsidP="003B5CE7">
                                <w:pPr>
                                  <w:tabs>
                                    <w:tab w:val="right" w:pos="2790"/>
                                  </w:tabs>
                                </w:pPr>
                                <w:r w:rsidRPr="0021511C">
                                  <w:t>Due Date: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u w:val="single"/>
                                  </w:rPr>
                                  <w:t>Mon, 22 Sep 2014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3B5CE7" w:rsidRPr="001B09FE" w:rsidRDefault="003B5CE7" w:rsidP="003B5CE7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3B5CE7" w:rsidRPr="001B09FE" w:rsidRDefault="003B5CE7" w:rsidP="003B5CE7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" name="Picture 105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9.75pt;margin-top:-34.75pt;width:507.6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">
                <v:group id="Group 102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103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e8cQA&#10;AADaAAAADwAAAGRycy9kb3ducmV2LnhtbESPQWvCQBSE74L/YXlCL6Kb9qAlZiMiSEMpiLH1/Mi+&#10;JqHZtzG7TdJ/7wpCj8PMfMMk29E0oqfO1ZYVPC8jEMSF1TWXCj7Ph8UrCOeRNTaWScEfOdim00mC&#10;sbYDn6jPfSkChF2MCirv21hKV1Rk0C1tSxy8b9sZ9EF2pdQdDgFuGvkSRStpsOawUGFL+4qKn/zX&#10;KBiKY385f7zJ4/ySWb5m133+9a7U02zcbUB4Gv1/+NHOtII1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23vHEAAAA2gAAAA8AAAAAAAAAAAAAAAAAmAIAAGRycy9k&#10;b3ducmV2LnhtbFBLBQYAAAAABAAEAPUAAACJAwAAAAA=&#10;" filled="f" stroked="f">
                    <v:textbox>
                      <w:txbxContent>
                        <w:p w:rsidR="003B5CE7" w:rsidRPr="0021511C" w:rsidRDefault="003B5CE7" w:rsidP="003B5CE7">
                          <w:pPr>
                            <w:tabs>
                              <w:tab w:val="right" w:pos="5580"/>
                              <w:tab w:val="right" w:pos="9180"/>
                            </w:tabs>
                          </w:pPr>
                          <w:r w:rsidRPr="0021511C">
                            <w:t>Name: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  <w:r w:rsidRPr="0021511C">
                            <w:tab/>
                          </w:r>
                          <w:fldSimple w:instr=" FILENAME   \* MERGEFORMAT ">
                            <w:r w:rsidR="006A48FB">
                              <w:rPr>
                                <w:noProof/>
                              </w:rPr>
                              <w:t>HW 19_Quiz Review</w:t>
                            </w:r>
                          </w:fldSimple>
                        </w:p>
                        <w:p w:rsidR="003B5CE7" w:rsidRPr="00311F19" w:rsidRDefault="003B5CE7" w:rsidP="003B5CE7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rPr>
                              <w:i/>
                              <w:u w:val="single"/>
                            </w:rPr>
                          </w:pPr>
                          <w:r>
                            <w:rPr>
                              <w:i/>
                            </w:rPr>
                            <w:t>Mr. Tiénou-Gustafson, Mr. Bielmeier</w:t>
                          </w:r>
                        </w:p>
                        <w:p w:rsidR="003B5CE7" w:rsidRPr="0021511C" w:rsidRDefault="003B5CE7" w:rsidP="003B5CE7">
                          <w:pPr>
                            <w:pStyle w:val="Header"/>
                            <w:tabs>
                              <w:tab w:val="right" w:pos="2790"/>
                            </w:tabs>
                          </w:pPr>
                          <w:r>
                            <w:t>Geometry</w:t>
                          </w:r>
                          <w:r w:rsidRPr="0021511C">
                            <w:t>, Period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  <w:p w:rsidR="003B5CE7" w:rsidRPr="0021511C" w:rsidRDefault="003B5CE7" w:rsidP="003B5CE7">
                          <w:pPr>
                            <w:tabs>
                              <w:tab w:val="right" w:pos="2790"/>
                            </w:tabs>
                          </w:pPr>
                          <w:r w:rsidRPr="0021511C">
                            <w:t>Due Date: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u w:val="single"/>
                            </w:rPr>
                            <w:t>Mon, 22 Sep 2014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104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VNjL4A&#10;AADaAAAADwAAAGRycy9kb3ducmV2LnhtbERPTYvCMBC9C/6HMIIX0XTFFa1GkQVZr60iHodmbIvJ&#10;pDSp1n+/OQh7fLzv7b63Rjyp9bVjBV+zBARx4XTNpYLL+ThdgfABWaNxTAre5GG/Gw62mGr34oye&#10;eShFDGGfooIqhCaV0hcVWfQz1xBH7u5aiyHCtpS6xVcMt0bOk2QpLdYcGyps6Kei4pF3VoG8drcu&#10;WyweJg+TbH0z69/vRis1HvWHDYhAffgXf9wnrSBujVfiDZC7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4VTYy+AAAA2gAAAA8AAAAAAAAAAAAAAAAAmAIAAGRycy9kb3ducmV2&#10;LnhtbFBLBQYAAAAABAAEAPUAAACDAwAAAAA=&#10;">
                    <v:shadow on="t"/>
                    <v:textbox inset=",0,,0">
                      <w:txbxContent>
                        <w:p w:rsidR="003B5CE7" w:rsidRPr="001B09FE" w:rsidRDefault="003B5CE7" w:rsidP="003B5CE7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3B5CE7" w:rsidRPr="001B09FE" w:rsidRDefault="003B5CE7" w:rsidP="003B5CE7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5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ilrDAAAA2gAAAA8AAABkcnMvZG93bnJldi54bWxEj09rwkAUxO8Fv8PyBG91o0KoqauIf8CK&#10;F2Oh19fsM4lm34bsqqmf3hUKHoeZ+Q0zmbWmEldqXGlZwaAfgSDOrC45V/B9WL9/gHAeWWNlmRT8&#10;kYPZtPM2wUTbG+/pmvpcBAi7BBUU3teJlC4ryKDr25o4eEfbGPRBNrnUDd4C3FRyGEWxNFhyWCiw&#10;pkVB2Tm9GAU7+bvNvo7p3S55vfo5xPdRXJ6U6nXb+ScIT61/hf/bG61gDM8r4QbI6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RaKWsMAAADaAAAADwAAAAAAAAAAAAAAAACf&#10;AgAAZHJzL2Rvd25yZXYueG1sUEsFBgAAAAAEAAQA9wAAAI8DAAAAAA==&#10;">
                  <v:imagedata r:id="rId8" o:title="El Mate Vive"/>
                </v:shape>
              </v:group>
            </w:pict>
          </mc:Fallback>
        </mc:AlternateContent>
      </w:r>
      <w:r w:rsidR="003B5CE7">
        <w:rPr>
          <w:rFonts w:ascii="Cambria" w:hAnsi="Cambria"/>
        </w:rPr>
        <w:t xml:space="preserve"> </w:t>
      </w:r>
    </w:p>
    <w:p w:rsidR="00F933C7" w:rsidRDefault="00F933C7" w:rsidP="00F933C7">
      <w:pPr>
        <w:rPr>
          <w:rFonts w:ascii="Calibri" w:hAnsi="Calibri" w:cs="Cambria"/>
          <w:b/>
          <w:sz w:val="22"/>
        </w:rPr>
      </w:pPr>
    </w:p>
    <w:p w:rsidR="00F933C7" w:rsidRPr="0043347C" w:rsidRDefault="00F933C7" w:rsidP="00F933C7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  <w:sz w:val="22"/>
        </w:rPr>
        <w:t>Fail</w:t>
      </w:r>
      <w:r w:rsidRPr="00D94CF9">
        <w:rPr>
          <w:rFonts w:ascii="Calibri" w:hAnsi="Calibri" w:cs="Cambria"/>
          <w:b/>
        </w:rPr>
        <w:t xml:space="preserve">ure to show work on all problems or use complete sentences will result in a LaSalle. </w:t>
      </w:r>
    </w:p>
    <w:p w:rsidR="00E7064B" w:rsidRPr="00891B5A" w:rsidRDefault="00E7064B" w:rsidP="00E7064B">
      <w:pPr>
        <w:rPr>
          <w:b/>
        </w:rPr>
      </w:pPr>
      <w:r w:rsidRPr="00891B5A">
        <w:rPr>
          <w:b/>
        </w:rPr>
        <w:t>Do you know</w:t>
      </w:r>
      <w:proofErr w:type="gramStart"/>
      <w:r w:rsidRPr="00891B5A">
        <w:rPr>
          <w:b/>
        </w:rPr>
        <w:t>…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3206"/>
        <w:gridCol w:w="264"/>
        <w:gridCol w:w="100"/>
        <w:gridCol w:w="4858"/>
        <w:gridCol w:w="96"/>
      </w:tblGrid>
      <w:tr w:rsidR="00E7064B" w:rsidTr="00DF1BD2">
        <w:tc>
          <w:tcPr>
            <w:tcW w:w="2302" w:type="dxa"/>
            <w:shd w:val="clear" w:color="auto" w:fill="auto"/>
          </w:tcPr>
          <w:p w:rsidR="00E7064B" w:rsidRPr="004E53EE" w:rsidRDefault="00E7064B" w:rsidP="00DF1BD2">
            <w:pPr>
              <w:rPr>
                <w:b/>
              </w:rPr>
            </w:pPr>
            <w:r w:rsidRPr="004E53EE">
              <w:rPr>
                <w:b/>
              </w:rPr>
              <w:t>Foundations of Geometry?</w:t>
            </w:r>
          </w:p>
          <w:p w:rsidR="00E7064B" w:rsidRPr="004E53EE" w:rsidRDefault="00E7064B" w:rsidP="00DF1BD2">
            <w:pPr>
              <w:rPr>
                <w:b/>
              </w:rPr>
            </w:pPr>
          </w:p>
          <w:p w:rsidR="00E7064B" w:rsidRPr="004E53EE" w:rsidRDefault="00E7064B" w:rsidP="00DF1BD2">
            <w:pPr>
              <w:jc w:val="center"/>
              <w:rPr>
                <w:b/>
              </w:rPr>
            </w:pPr>
          </w:p>
          <w:p w:rsidR="00E7064B" w:rsidRPr="004E53EE" w:rsidRDefault="00E7064B" w:rsidP="00DF1BD2">
            <w:pPr>
              <w:jc w:val="center"/>
              <w:rPr>
                <w:b/>
              </w:rPr>
            </w:pPr>
            <w:r w:rsidRPr="004E53EE">
              <w:rPr>
                <w:b/>
              </w:rPr>
              <w:t>Score __ / 4</w:t>
            </w:r>
          </w:p>
        </w:tc>
        <w:tc>
          <w:tcPr>
            <w:tcW w:w="3576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7064B" w:rsidRPr="005A33FA" w:rsidRDefault="00E7064B" w:rsidP="00DF1BD2">
            <w:r w:rsidRPr="005A33FA">
              <w:t xml:space="preserve"> </w:t>
            </w:r>
            <w:r w:rsidR="00EC3DE5" w:rsidRPr="005A33FA">
              <w:rPr>
                <w:noProof/>
              </w:rPr>
              <w:drawing>
                <wp:inline distT="0" distB="0" distL="0" distR="0">
                  <wp:extent cx="1495425" cy="1200150"/>
                  <wp:effectExtent l="0" t="0" r="9525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64B" w:rsidRPr="005A33FA" w:rsidRDefault="00E7064B" w:rsidP="00DF1BD2"/>
        </w:tc>
        <w:tc>
          <w:tcPr>
            <w:tcW w:w="5138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064B" w:rsidRPr="005A33FA" w:rsidRDefault="00E7064B" w:rsidP="00DF1BD2">
            <w:r w:rsidRPr="005A33FA">
              <w:t xml:space="preserve">1. </w:t>
            </w:r>
            <w:r>
              <w:t>Which points are coplanar?</w:t>
            </w:r>
            <w:r w:rsidRPr="005A33FA">
              <w:t xml:space="preserve"> </w:t>
            </w:r>
          </w:p>
          <w:p w:rsidR="00E7064B" w:rsidRDefault="00E7064B" w:rsidP="00DF1BD2"/>
          <w:p w:rsidR="0075752C" w:rsidRDefault="0075752C" w:rsidP="00DF1BD2"/>
          <w:p w:rsidR="0075752C" w:rsidRPr="005A33FA" w:rsidRDefault="0075752C" w:rsidP="00DF1BD2"/>
          <w:p w:rsidR="00E7064B" w:rsidRPr="005A33FA" w:rsidRDefault="00E7064B" w:rsidP="00DF1BD2">
            <w:r w:rsidRPr="005A33FA">
              <w:t xml:space="preserve">2. Give two names for line </w:t>
            </w:r>
            <w:r>
              <w:rPr>
                <w:i/>
              </w:rPr>
              <w:t>h</w:t>
            </w:r>
            <w:r w:rsidRPr="005A33FA">
              <w:t>.</w:t>
            </w:r>
          </w:p>
          <w:p w:rsidR="00E7064B" w:rsidRDefault="00E7064B" w:rsidP="00DF1BD2"/>
          <w:p w:rsidR="0075752C" w:rsidRDefault="0075752C" w:rsidP="00DF1BD2"/>
          <w:p w:rsidR="0075752C" w:rsidRPr="005A33FA" w:rsidRDefault="0075752C" w:rsidP="00DF1BD2"/>
          <w:p w:rsidR="00E7064B" w:rsidRPr="005A33FA" w:rsidRDefault="00E7064B" w:rsidP="00DF1BD2">
            <w:r w:rsidRPr="005A33FA">
              <w:t>3. Name two points that are not c</w:t>
            </w:r>
            <w:r>
              <w:t>ollinear</w:t>
            </w:r>
            <w:r w:rsidRPr="005A33FA">
              <w:t>.</w:t>
            </w:r>
          </w:p>
          <w:p w:rsidR="00E7064B" w:rsidRDefault="00E7064B" w:rsidP="00DF1BD2"/>
          <w:p w:rsidR="0075752C" w:rsidRPr="005A33FA" w:rsidRDefault="0075752C" w:rsidP="00DF1BD2"/>
          <w:p w:rsidR="00E7064B" w:rsidRDefault="00E7064B" w:rsidP="00E7064B">
            <w:r w:rsidRPr="005A33FA">
              <w:t xml:space="preserve">4. True or False: </w:t>
            </w:r>
            <w:r>
              <w:t>Points A, B, and F are coplanar.</w:t>
            </w:r>
            <w:r w:rsidR="0075752C">
              <w:t xml:space="preserve">  </w:t>
            </w:r>
            <w:r w:rsidR="0075752C">
              <w:rPr>
                <w:i/>
              </w:rPr>
              <w:t>Explain</w:t>
            </w:r>
            <w:r w:rsidR="0075752C">
              <w:t>!</w:t>
            </w:r>
            <w:r>
              <w:t xml:space="preserve"> </w:t>
            </w:r>
          </w:p>
          <w:p w:rsidR="00DA20A4" w:rsidRDefault="00DA20A4" w:rsidP="00E7064B"/>
          <w:p w:rsidR="00DA20A4" w:rsidRDefault="00DA20A4" w:rsidP="00E7064B"/>
          <w:p w:rsidR="00DA20A4" w:rsidRPr="005A33FA" w:rsidRDefault="00DA20A4" w:rsidP="00E7064B"/>
        </w:tc>
      </w:tr>
      <w:tr w:rsidR="00E7064B" w:rsidTr="00DF1BD2">
        <w:tc>
          <w:tcPr>
            <w:tcW w:w="2302" w:type="dxa"/>
            <w:shd w:val="clear" w:color="auto" w:fill="auto"/>
          </w:tcPr>
          <w:p w:rsidR="00E7064B" w:rsidRPr="004E53EE" w:rsidRDefault="00E7064B" w:rsidP="00DF1BD2">
            <w:pPr>
              <w:rPr>
                <w:b/>
              </w:rPr>
            </w:pPr>
            <w:r w:rsidRPr="004E53EE">
              <w:rPr>
                <w:b/>
              </w:rPr>
              <w:t>Line Segments?</w:t>
            </w:r>
          </w:p>
          <w:p w:rsidR="00E7064B" w:rsidRPr="004E53EE" w:rsidRDefault="00E7064B" w:rsidP="00DF1BD2">
            <w:pPr>
              <w:rPr>
                <w:b/>
              </w:rPr>
            </w:pPr>
          </w:p>
          <w:p w:rsidR="00E7064B" w:rsidRPr="004E53EE" w:rsidRDefault="00E7064B" w:rsidP="00DF1BD2">
            <w:pPr>
              <w:rPr>
                <w:b/>
              </w:rPr>
            </w:pPr>
          </w:p>
          <w:p w:rsidR="00E7064B" w:rsidRPr="004E53EE" w:rsidRDefault="00E7064B" w:rsidP="00DF1BD2">
            <w:pPr>
              <w:jc w:val="center"/>
              <w:rPr>
                <w:b/>
              </w:rPr>
            </w:pPr>
            <w:r w:rsidRPr="004E53EE">
              <w:rPr>
                <w:b/>
              </w:rPr>
              <w:t>Score __ / 2</w:t>
            </w:r>
          </w:p>
        </w:tc>
        <w:tc>
          <w:tcPr>
            <w:tcW w:w="3576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7064B" w:rsidRPr="004E53EE" w:rsidRDefault="00EC3DE5" w:rsidP="004740D0">
            <w:pPr>
              <w:jc w:val="center"/>
              <w:rPr>
                <w:iCs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47875" cy="485775"/>
                  <wp:effectExtent l="0" t="0" r="9525" b="9525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8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064B" w:rsidRPr="005A33FA" w:rsidRDefault="00E7064B" w:rsidP="00DF1BD2">
            <w:r w:rsidRPr="005A33FA">
              <w:t>5. Find x.</w:t>
            </w:r>
          </w:p>
          <w:p w:rsidR="00E7064B" w:rsidRDefault="00E7064B" w:rsidP="00DF1BD2"/>
          <w:p w:rsidR="004740D0" w:rsidRPr="005A33FA" w:rsidRDefault="004740D0" w:rsidP="00DF1BD2"/>
          <w:p w:rsidR="00E7064B" w:rsidRDefault="00E7064B" w:rsidP="00DF1BD2"/>
          <w:p w:rsidR="0075752C" w:rsidRDefault="0075752C" w:rsidP="00DF1BD2"/>
          <w:p w:rsidR="0075752C" w:rsidRPr="005A33FA" w:rsidRDefault="0075752C" w:rsidP="00DF1BD2"/>
          <w:p w:rsidR="00E7064B" w:rsidRPr="004E53EE" w:rsidRDefault="004740D0" w:rsidP="00DF1BD2">
            <w:pPr>
              <w:rPr>
                <w:iCs/>
              </w:rPr>
            </w:pPr>
            <w:r>
              <w:t>6. Find MN.</w:t>
            </w:r>
          </w:p>
          <w:p w:rsidR="00E7064B" w:rsidRDefault="00E7064B" w:rsidP="00DF1BD2"/>
          <w:p w:rsidR="004740D0" w:rsidRDefault="004740D0" w:rsidP="00DF1BD2"/>
          <w:p w:rsidR="004740D0" w:rsidRPr="005A33FA" w:rsidRDefault="004740D0" w:rsidP="00DF1BD2"/>
          <w:p w:rsidR="00E7064B" w:rsidRDefault="00E7064B" w:rsidP="00DF1BD2"/>
          <w:p w:rsidR="00DA20A4" w:rsidRDefault="00DA20A4" w:rsidP="00DF1BD2"/>
          <w:p w:rsidR="00DA20A4" w:rsidRPr="005A33FA" w:rsidRDefault="00DA20A4" w:rsidP="00DF1BD2"/>
        </w:tc>
      </w:tr>
      <w:tr w:rsidR="00E7064B" w:rsidTr="001036EA">
        <w:trPr>
          <w:gridAfter w:val="1"/>
          <w:wAfter w:w="100" w:type="dxa"/>
        </w:trPr>
        <w:tc>
          <w:tcPr>
            <w:tcW w:w="2302" w:type="dxa"/>
            <w:shd w:val="clear" w:color="auto" w:fill="auto"/>
          </w:tcPr>
          <w:p w:rsidR="00E7064B" w:rsidRPr="004E53EE" w:rsidRDefault="00E7064B" w:rsidP="00DF1BD2">
            <w:pPr>
              <w:rPr>
                <w:b/>
              </w:rPr>
            </w:pPr>
            <w:r w:rsidRPr="004E53EE">
              <w:rPr>
                <w:b/>
              </w:rPr>
              <w:t>Distance and Absolute Value?</w:t>
            </w:r>
          </w:p>
          <w:p w:rsidR="00E7064B" w:rsidRPr="004E53EE" w:rsidRDefault="00E7064B" w:rsidP="00DF1BD2">
            <w:pPr>
              <w:rPr>
                <w:b/>
              </w:rPr>
            </w:pPr>
          </w:p>
          <w:p w:rsidR="00E7064B" w:rsidRPr="004E53EE" w:rsidRDefault="00E7064B" w:rsidP="00DF1BD2">
            <w:pPr>
              <w:rPr>
                <w:b/>
              </w:rPr>
            </w:pPr>
          </w:p>
          <w:p w:rsidR="00E7064B" w:rsidRPr="004E53EE" w:rsidRDefault="00E7064B" w:rsidP="00DF1BD2">
            <w:pPr>
              <w:rPr>
                <w:b/>
              </w:rPr>
            </w:pPr>
          </w:p>
          <w:p w:rsidR="00E7064B" w:rsidRPr="004E53EE" w:rsidRDefault="00E7064B" w:rsidP="00DF1BD2">
            <w:pPr>
              <w:jc w:val="center"/>
              <w:rPr>
                <w:b/>
              </w:rPr>
            </w:pPr>
            <w:r w:rsidRPr="004E53EE">
              <w:rPr>
                <w:b/>
              </w:rPr>
              <w:t>Score __ / 4</w:t>
            </w:r>
          </w:p>
        </w:tc>
        <w:tc>
          <w:tcPr>
            <w:tcW w:w="347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7064B" w:rsidRPr="00E45F86" w:rsidRDefault="00E7064B" w:rsidP="00DF1BD2">
            <w:r>
              <w:t xml:space="preserve">On a number line, point </w:t>
            </w:r>
            <w:r w:rsidR="001036EA">
              <w:t>A</w:t>
            </w:r>
            <w:r>
              <w:t xml:space="preserve"> is located at </w:t>
            </w:r>
            <w:r w:rsidR="001036EA">
              <w:t>-</w:t>
            </w:r>
            <w:r w:rsidR="003B5CE7">
              <w:t>8</w:t>
            </w:r>
            <w:r>
              <w:t xml:space="preserve">, point </w:t>
            </w:r>
            <w:r w:rsidR="001036EA">
              <w:t>B</w:t>
            </w:r>
            <w:r>
              <w:t xml:space="preserve"> is located at </w:t>
            </w:r>
            <w:r w:rsidR="0063440D">
              <w:br/>
            </w:r>
            <w:r>
              <w:t>-</w:t>
            </w:r>
            <w:r w:rsidR="003B5CE7">
              <w:t>4</w:t>
            </w:r>
            <w:r>
              <w:t xml:space="preserve">, and point </w:t>
            </w:r>
            <w:r w:rsidR="001036EA">
              <w:t xml:space="preserve">C is located at </w:t>
            </w:r>
            <w:r w:rsidR="0063440D">
              <w:t>12</w:t>
            </w:r>
            <w:r w:rsidRPr="00E45F86">
              <w:t xml:space="preserve">.  </w:t>
            </w:r>
          </w:p>
          <w:p w:rsidR="00E7064B" w:rsidRPr="00E45F86" w:rsidRDefault="00E7064B" w:rsidP="00DF1BD2"/>
          <w:p w:rsidR="00E7064B" w:rsidRPr="00E45F86" w:rsidRDefault="00E7064B" w:rsidP="00DF1BD2">
            <w:r w:rsidRPr="00E45F86">
              <w:t>7. Draw a number line.</w:t>
            </w:r>
          </w:p>
          <w:p w:rsidR="00E7064B" w:rsidRPr="00E45F86" w:rsidRDefault="00E7064B" w:rsidP="00DF1BD2"/>
          <w:p w:rsidR="00E7064B" w:rsidRPr="00E45F86" w:rsidRDefault="00E7064B" w:rsidP="00DF1BD2"/>
          <w:p w:rsidR="00E7064B" w:rsidRPr="00E45F86" w:rsidRDefault="00E7064B" w:rsidP="00DF1BD2"/>
        </w:tc>
        <w:tc>
          <w:tcPr>
            <w:tcW w:w="5138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064B" w:rsidRPr="005A33FA" w:rsidRDefault="00E7064B" w:rsidP="00DF1BD2">
            <w:r>
              <w:t xml:space="preserve">8. What is the length of </w:t>
            </w:r>
            <w:r w:rsidR="001036EA">
              <w:t>AB</w:t>
            </w:r>
            <w:r w:rsidRPr="005A33FA">
              <w:t>?</w:t>
            </w:r>
          </w:p>
          <w:p w:rsidR="00E7064B" w:rsidRDefault="00E7064B" w:rsidP="00DF1BD2"/>
          <w:p w:rsidR="0075752C" w:rsidRDefault="0075752C" w:rsidP="00DF1BD2"/>
          <w:p w:rsidR="0075752C" w:rsidRDefault="0075752C" w:rsidP="00DF1BD2"/>
          <w:p w:rsidR="0075752C" w:rsidRPr="005A33FA" w:rsidRDefault="0075752C" w:rsidP="00DF1BD2"/>
          <w:p w:rsidR="00E7064B" w:rsidRPr="005A33FA" w:rsidRDefault="00E7064B" w:rsidP="00DF1BD2"/>
          <w:p w:rsidR="00E7064B" w:rsidRPr="005A33FA" w:rsidRDefault="00E7064B" w:rsidP="00DF1BD2">
            <w:r>
              <w:t xml:space="preserve">9. </w:t>
            </w:r>
            <w:r w:rsidR="001036EA">
              <w:t>How much longer is Segment A</w:t>
            </w:r>
            <w:r w:rsidR="003B5CE7">
              <w:t>C</w:t>
            </w:r>
            <w:r w:rsidR="001036EA">
              <w:t xml:space="preserve"> than A</w:t>
            </w:r>
            <w:r w:rsidR="003B5CE7">
              <w:t>B</w:t>
            </w:r>
            <w:r w:rsidR="001036EA" w:rsidRPr="005A33FA">
              <w:t>?</w:t>
            </w:r>
          </w:p>
          <w:p w:rsidR="00E7064B" w:rsidRPr="005A33FA" w:rsidRDefault="00E7064B" w:rsidP="00DF1BD2"/>
          <w:p w:rsidR="00E7064B" w:rsidRDefault="00E7064B" w:rsidP="00DF1BD2"/>
          <w:p w:rsidR="0075752C" w:rsidRDefault="0075752C" w:rsidP="00DF1BD2"/>
          <w:p w:rsidR="0075752C" w:rsidRDefault="0075752C" w:rsidP="00DF1BD2"/>
          <w:p w:rsidR="0075752C" w:rsidRPr="005A33FA" w:rsidRDefault="0075752C" w:rsidP="00DF1BD2"/>
          <w:p w:rsidR="00E7064B" w:rsidRPr="001036EA" w:rsidRDefault="00E7064B" w:rsidP="00DF1BD2">
            <w:pPr>
              <w:rPr>
                <w:spacing w:val="-4"/>
              </w:rPr>
            </w:pPr>
            <w:r w:rsidRPr="001036EA">
              <w:rPr>
                <w:spacing w:val="-4"/>
              </w:rPr>
              <w:t xml:space="preserve">10. </w:t>
            </w:r>
            <w:r w:rsidR="001036EA" w:rsidRPr="001036EA">
              <w:rPr>
                <w:spacing w:val="-4"/>
              </w:rPr>
              <w:t>Which two points satisfy the equation |x – 4|</w:t>
            </w:r>
            <w:r w:rsidR="001036EA">
              <w:rPr>
                <w:spacing w:val="-4"/>
              </w:rPr>
              <w:t xml:space="preserve"> = 8?</w:t>
            </w:r>
          </w:p>
          <w:p w:rsidR="00E7064B" w:rsidRDefault="00E7064B" w:rsidP="00DF1BD2"/>
          <w:p w:rsidR="00E7064B" w:rsidRDefault="00E7064B" w:rsidP="00DF1BD2"/>
          <w:p w:rsidR="00DA20A4" w:rsidRPr="005A33FA" w:rsidRDefault="00DA20A4" w:rsidP="00DF1BD2"/>
        </w:tc>
      </w:tr>
      <w:tr w:rsidR="00E7064B" w:rsidTr="00DF1BD2">
        <w:tc>
          <w:tcPr>
            <w:tcW w:w="2302" w:type="dxa"/>
            <w:shd w:val="clear" w:color="auto" w:fill="auto"/>
          </w:tcPr>
          <w:p w:rsidR="00E7064B" w:rsidRPr="004E53EE" w:rsidRDefault="00E7064B" w:rsidP="00DF1BD2">
            <w:pPr>
              <w:rPr>
                <w:b/>
              </w:rPr>
            </w:pPr>
            <w:r w:rsidRPr="004E53EE">
              <w:rPr>
                <w:b/>
              </w:rPr>
              <w:lastRenderedPageBreak/>
              <w:t>Segment Bisector?</w:t>
            </w:r>
          </w:p>
          <w:p w:rsidR="00E7064B" w:rsidRPr="004E53EE" w:rsidRDefault="00E7064B" w:rsidP="00DF1BD2">
            <w:pPr>
              <w:rPr>
                <w:b/>
              </w:rPr>
            </w:pPr>
          </w:p>
          <w:p w:rsidR="00E7064B" w:rsidRPr="004E53EE" w:rsidRDefault="00E7064B" w:rsidP="00DF1BD2">
            <w:pPr>
              <w:rPr>
                <w:b/>
              </w:rPr>
            </w:pPr>
          </w:p>
          <w:p w:rsidR="00E7064B" w:rsidRPr="004E53EE" w:rsidRDefault="00E7064B" w:rsidP="00DF1BD2">
            <w:pPr>
              <w:jc w:val="center"/>
              <w:rPr>
                <w:b/>
              </w:rPr>
            </w:pPr>
            <w:r w:rsidRPr="004E53EE">
              <w:rPr>
                <w:b/>
              </w:rPr>
              <w:t>Score __ / 2</w:t>
            </w:r>
          </w:p>
        </w:tc>
        <w:tc>
          <w:tcPr>
            <w:tcW w:w="3576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7064B" w:rsidRDefault="004740D0" w:rsidP="00DF1BD2">
            <w:r>
              <w:t>Point M is the midpoint</w:t>
            </w:r>
            <w:r w:rsidR="000B7142">
              <w:t xml:space="preserve"> GH (splits GH in two equal parts) </w:t>
            </w:r>
          </w:p>
          <w:p w:rsidR="004740D0" w:rsidRDefault="00EC3DE5" w:rsidP="00DF1BD2">
            <w:r>
              <w:rPr>
                <w:noProof/>
              </w:rPr>
              <w:drawing>
                <wp:inline distT="0" distB="0" distL="0" distR="0">
                  <wp:extent cx="1724025" cy="390525"/>
                  <wp:effectExtent l="0" t="0" r="9525" b="9525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0A4" w:rsidRPr="00E45F86" w:rsidRDefault="00DA20A4" w:rsidP="00DF1BD2"/>
        </w:tc>
        <w:tc>
          <w:tcPr>
            <w:tcW w:w="5138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064B" w:rsidRDefault="00E7064B" w:rsidP="00DF1BD2">
            <w:r>
              <w:t xml:space="preserve">11. </w:t>
            </w:r>
            <w:r w:rsidRPr="00E45F86">
              <w:t xml:space="preserve">Find </w:t>
            </w:r>
            <w:r>
              <w:t>x.</w:t>
            </w:r>
            <w:r w:rsidR="000B7142">
              <w:t xml:space="preserve"> </w:t>
            </w:r>
          </w:p>
          <w:p w:rsidR="00E7064B" w:rsidRDefault="00E7064B" w:rsidP="00DF1BD2"/>
          <w:p w:rsidR="00E7064B" w:rsidRDefault="00E7064B" w:rsidP="00DF1BD2"/>
          <w:p w:rsidR="0075752C" w:rsidRDefault="0075752C" w:rsidP="00DF1BD2"/>
          <w:p w:rsidR="0075752C" w:rsidRDefault="0075752C" w:rsidP="00DF1BD2"/>
          <w:p w:rsidR="0075752C" w:rsidRDefault="0075752C" w:rsidP="00DF1BD2"/>
          <w:p w:rsidR="00E7064B" w:rsidRDefault="00E7064B" w:rsidP="00DF1BD2"/>
          <w:p w:rsidR="00E7064B" w:rsidRDefault="00E7064B" w:rsidP="00DF1BD2"/>
          <w:p w:rsidR="00E7064B" w:rsidRDefault="00E7064B" w:rsidP="00DF1BD2">
            <w:r>
              <w:t xml:space="preserve">12. Find the length of </w:t>
            </w:r>
            <w:r w:rsidR="004740D0">
              <w:t>GH</w:t>
            </w:r>
            <w:r w:rsidRPr="00E45F86">
              <w:t>.</w:t>
            </w:r>
          </w:p>
          <w:p w:rsidR="00DA20A4" w:rsidRDefault="00DA20A4" w:rsidP="00DF1BD2"/>
          <w:p w:rsidR="00E7064B" w:rsidRDefault="00E7064B" w:rsidP="00DF1BD2"/>
          <w:p w:rsidR="00E7064B" w:rsidRDefault="00E7064B" w:rsidP="00DF1BD2"/>
          <w:p w:rsidR="00E7064B" w:rsidRDefault="00E7064B" w:rsidP="00DF1BD2"/>
          <w:p w:rsidR="00E7064B" w:rsidRPr="00E45F86" w:rsidRDefault="00E7064B" w:rsidP="00DF1BD2"/>
        </w:tc>
      </w:tr>
      <w:tr w:rsidR="003C195E" w:rsidRPr="002468DA" w:rsidTr="00511C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508" w:type="dxa"/>
            <w:gridSpan w:val="2"/>
          </w:tcPr>
          <w:p w:rsidR="003C195E" w:rsidRPr="002468DA" w:rsidRDefault="0075752C" w:rsidP="00511CFB">
            <w:pPr>
              <w:tabs>
                <w:tab w:val="center" w:pos="2646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  <w:r w:rsidR="003C195E" w:rsidRPr="002468DA">
              <w:rPr>
                <w:rFonts w:ascii="Calibri" w:hAnsi="Calibri" w:cs="Calibri"/>
              </w:rPr>
              <w:t xml:space="preserve">) Graph the following equation: </w:t>
            </w:r>
            <w:r w:rsidR="003C195E" w:rsidRPr="002468DA">
              <w:rPr>
                <w:rFonts w:ascii="Calibri" w:hAnsi="Calibri" w:cs="Calibri"/>
                <w:position w:val="-10"/>
              </w:rPr>
              <w:object w:dxaOrig="180" w:dyaOrig="340">
                <v:shape id="_x0000_i1025" type="#_x0000_t75" style="width:9pt;height:16.5pt" o:ole="">
                  <v:imagedata r:id="rId12" o:title=""/>
                </v:shape>
                <o:OLEObject Type="Embed" ProgID="Equation.3" ShapeID="_x0000_i1025" DrawAspect="Content" ObjectID="_1472826894" r:id="rId13"/>
              </w:object>
            </w:r>
            <w:r w:rsidR="001E44D3" w:rsidRPr="001E44D3">
              <w:rPr>
                <w:rFonts w:ascii="Calibri" w:hAnsi="Calibri" w:cs="Calibri"/>
                <w:b/>
                <w:position w:val="-10"/>
              </w:rPr>
              <w:t>y = 7x - 6</w:t>
            </w:r>
          </w:p>
          <w:p w:rsidR="003C195E" w:rsidRPr="002468DA" w:rsidRDefault="00EC3DE5" w:rsidP="00511CFB">
            <w:pPr>
              <w:tabs>
                <w:tab w:val="center" w:pos="2646"/>
              </w:tabs>
              <w:rPr>
                <w:rFonts w:ascii="Calibri" w:hAnsi="Calibri" w:cs="Calibri"/>
              </w:rPr>
            </w:pPr>
            <w:r w:rsidRPr="002468DA"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81280</wp:posOffset>
                  </wp:positionV>
                  <wp:extent cx="2171700" cy="2019300"/>
                  <wp:effectExtent l="0" t="0" r="0" b="0"/>
                  <wp:wrapTight wrapText="bothSides">
                    <wp:wrapPolygon edited="0">
                      <wp:start x="10232" y="0"/>
                      <wp:lineTo x="1516" y="815"/>
                      <wp:lineTo x="758" y="1019"/>
                      <wp:lineTo x="758" y="9781"/>
                      <wp:lineTo x="0" y="10596"/>
                      <wp:lineTo x="0" y="11004"/>
                      <wp:lineTo x="758" y="13042"/>
                      <wp:lineTo x="758" y="20377"/>
                      <wp:lineTo x="6442" y="21396"/>
                      <wp:lineTo x="10232" y="21396"/>
                      <wp:lineTo x="11179" y="21396"/>
                      <wp:lineTo x="14021" y="21396"/>
                      <wp:lineTo x="20653" y="20174"/>
                      <wp:lineTo x="20463" y="13042"/>
                      <wp:lineTo x="21411" y="11004"/>
                      <wp:lineTo x="21411" y="10596"/>
                      <wp:lineTo x="20463" y="9781"/>
                      <wp:lineTo x="20842" y="1223"/>
                      <wp:lineTo x="19326" y="611"/>
                      <wp:lineTo x="11179" y="0"/>
                      <wp:lineTo x="10232" y="0"/>
                    </wp:wrapPolygon>
                  </wp:wrapTight>
                  <wp:docPr id="97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C195E" w:rsidRPr="002468DA" w:rsidRDefault="003C195E" w:rsidP="00511CFB">
            <w:pPr>
              <w:tabs>
                <w:tab w:val="center" w:pos="2646"/>
              </w:tabs>
              <w:rPr>
                <w:rFonts w:ascii="Calibri" w:hAnsi="Calibri" w:cs="Calibri"/>
              </w:rPr>
            </w:pPr>
            <w:r w:rsidRPr="002468DA">
              <w:rPr>
                <w:rFonts w:ascii="Calibri" w:hAnsi="Calibri" w:cs="Calibri"/>
              </w:rPr>
              <w:t>Slope: ______</w:t>
            </w:r>
          </w:p>
          <w:p w:rsidR="003C195E" w:rsidRPr="002468DA" w:rsidRDefault="003C195E" w:rsidP="00511CFB">
            <w:pPr>
              <w:tabs>
                <w:tab w:val="center" w:pos="2646"/>
              </w:tabs>
              <w:rPr>
                <w:rFonts w:ascii="Calibri" w:hAnsi="Calibri" w:cs="Calibri"/>
              </w:rPr>
            </w:pPr>
          </w:p>
          <w:p w:rsidR="003C195E" w:rsidRPr="002468DA" w:rsidRDefault="003C195E" w:rsidP="00511CFB">
            <w:pPr>
              <w:tabs>
                <w:tab w:val="center" w:pos="2646"/>
              </w:tabs>
              <w:rPr>
                <w:rFonts w:ascii="Calibri" w:hAnsi="Calibri" w:cs="Calibri"/>
              </w:rPr>
            </w:pPr>
          </w:p>
          <w:p w:rsidR="003C195E" w:rsidRPr="002468DA" w:rsidRDefault="003C195E" w:rsidP="00511CFB">
            <w:pPr>
              <w:tabs>
                <w:tab w:val="center" w:pos="2646"/>
              </w:tabs>
              <w:rPr>
                <w:rFonts w:ascii="Calibri" w:hAnsi="Calibri" w:cs="Calibri"/>
              </w:rPr>
            </w:pPr>
            <w:r w:rsidRPr="002468DA">
              <w:rPr>
                <w:rFonts w:ascii="Calibri" w:hAnsi="Calibri" w:cs="Calibri"/>
              </w:rPr>
              <w:t>Sketch:</w:t>
            </w:r>
          </w:p>
          <w:p w:rsidR="003C195E" w:rsidRPr="002468DA" w:rsidRDefault="003C195E" w:rsidP="00511CFB">
            <w:pPr>
              <w:tabs>
                <w:tab w:val="center" w:pos="2646"/>
              </w:tabs>
              <w:rPr>
                <w:rFonts w:ascii="Calibri" w:hAnsi="Calibri" w:cs="Calibri"/>
              </w:rPr>
            </w:pPr>
          </w:p>
          <w:p w:rsidR="003C195E" w:rsidRPr="002468DA" w:rsidRDefault="003C195E" w:rsidP="00511CFB">
            <w:pPr>
              <w:tabs>
                <w:tab w:val="center" w:pos="2646"/>
              </w:tabs>
              <w:rPr>
                <w:rFonts w:ascii="Calibri" w:hAnsi="Calibri" w:cs="Calibri"/>
              </w:rPr>
            </w:pPr>
          </w:p>
          <w:p w:rsidR="003C195E" w:rsidRPr="002468DA" w:rsidRDefault="003C195E" w:rsidP="00511CFB">
            <w:pPr>
              <w:tabs>
                <w:tab w:val="center" w:pos="2646"/>
              </w:tabs>
              <w:rPr>
                <w:rFonts w:ascii="Calibri" w:hAnsi="Calibri" w:cs="Calibri"/>
              </w:rPr>
            </w:pPr>
            <w:r w:rsidRPr="002468DA">
              <w:rPr>
                <w:rFonts w:ascii="Calibri" w:hAnsi="Calibri" w:cs="Calibri"/>
              </w:rPr>
              <w:t>Y-Intercept: ____</w:t>
            </w:r>
          </w:p>
          <w:p w:rsidR="003C195E" w:rsidRPr="002468DA" w:rsidRDefault="003C195E" w:rsidP="00511CFB">
            <w:pPr>
              <w:tabs>
                <w:tab w:val="center" w:pos="2646"/>
              </w:tabs>
              <w:rPr>
                <w:rFonts w:ascii="Calibri" w:hAnsi="Calibri" w:cs="Calibri"/>
              </w:rPr>
            </w:pPr>
          </w:p>
          <w:p w:rsidR="003C195E" w:rsidRPr="002468DA" w:rsidRDefault="003C195E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3C195E" w:rsidRPr="002468DA" w:rsidRDefault="003C195E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3C195E" w:rsidRPr="002468DA" w:rsidRDefault="003C195E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3C195E" w:rsidRPr="002468DA" w:rsidRDefault="003C195E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gridSpan w:val="4"/>
          </w:tcPr>
          <w:p w:rsidR="003C195E" w:rsidRPr="002468DA" w:rsidRDefault="0075752C" w:rsidP="00511CF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  <w:r w:rsidR="003C195E" w:rsidRPr="002468DA">
              <w:rPr>
                <w:rFonts w:ascii="Calibri" w:hAnsi="Calibri" w:cs="Calibri"/>
              </w:rPr>
              <w:t xml:space="preserve">) Carlos traveled from Chicago (3, 5) to Evanston (10, 19).  At the same time, his sister, Alejandra, traveled from Skokie (11, 21) to Springfield </w:t>
            </w:r>
          </w:p>
          <w:p w:rsidR="003C195E" w:rsidRPr="002468DA" w:rsidRDefault="003C195E" w:rsidP="00511CFB">
            <w:pPr>
              <w:rPr>
                <w:rFonts w:ascii="Calibri" w:hAnsi="Calibri" w:cs="Calibri"/>
              </w:rPr>
            </w:pPr>
            <w:r w:rsidRPr="002468DA">
              <w:rPr>
                <w:rFonts w:ascii="Calibri" w:hAnsi="Calibri" w:cs="Calibri"/>
              </w:rPr>
              <w:t xml:space="preserve">(15, 29).  Did the siblings’ paths cross during their travels?  </w:t>
            </w:r>
            <w:r w:rsidRPr="002468DA">
              <w:rPr>
                <w:rFonts w:ascii="Calibri" w:hAnsi="Calibri" w:cs="Calibri"/>
                <w:i/>
              </w:rPr>
              <w:t>Justify</w:t>
            </w:r>
            <w:r w:rsidRPr="002468DA">
              <w:rPr>
                <w:rFonts w:ascii="Calibri" w:hAnsi="Calibri" w:cs="Calibri"/>
              </w:rPr>
              <w:t xml:space="preserve"> your answer through numbers </w:t>
            </w:r>
            <w:r w:rsidRPr="002468DA">
              <w:rPr>
                <w:rFonts w:ascii="Calibri" w:hAnsi="Calibri" w:cs="Calibri"/>
                <w:b/>
                <w:i/>
              </w:rPr>
              <w:t>and</w:t>
            </w:r>
            <w:r w:rsidRPr="002468DA">
              <w:rPr>
                <w:rFonts w:ascii="Calibri" w:hAnsi="Calibri" w:cs="Calibri"/>
              </w:rPr>
              <w:t xml:space="preserve"> words!</w:t>
            </w:r>
          </w:p>
          <w:p w:rsidR="003C195E" w:rsidRDefault="003C195E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Pr="002468DA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3C195E" w:rsidRPr="002468DA" w:rsidTr="00511C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93"/>
        </w:trPr>
        <w:tc>
          <w:tcPr>
            <w:tcW w:w="5508" w:type="dxa"/>
            <w:gridSpan w:val="2"/>
          </w:tcPr>
          <w:p w:rsidR="003C195E" w:rsidRPr="000B7142" w:rsidRDefault="0075752C" w:rsidP="000B7142">
            <w:pPr>
              <w:pStyle w:val="ColorfulList-Accent1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15</w:t>
            </w:r>
            <w:r w:rsidR="003C195E" w:rsidRPr="002468DA">
              <w:rPr>
                <w:rFonts w:cs="Calibri"/>
                <w:sz w:val="24"/>
                <w:szCs w:val="24"/>
              </w:rPr>
              <w:t>) Yvette has 5 more nickels than dimes. If the value of her money is $1.30, how many coins of each kind does she have?</w:t>
            </w:r>
          </w:p>
          <w:p w:rsidR="003C195E" w:rsidRPr="002468DA" w:rsidRDefault="003C195E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3C195E" w:rsidRPr="002468DA" w:rsidRDefault="003C195E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3C195E" w:rsidRPr="002468DA" w:rsidRDefault="003C195E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gridSpan w:val="4"/>
          </w:tcPr>
          <w:p w:rsidR="003C195E" w:rsidRPr="002468DA" w:rsidRDefault="0075752C" w:rsidP="006A48FB">
            <w:pPr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3C195E" w:rsidRPr="002468DA">
              <w:rPr>
                <w:rFonts w:ascii="Calibri" w:hAnsi="Calibri" w:cs="Calibri"/>
              </w:rPr>
              <w:t xml:space="preserve">)  If </w:t>
            </w:r>
            <w:r w:rsidR="003C195E" w:rsidRPr="002468DA">
              <w:rPr>
                <w:rFonts w:ascii="Calibri" w:hAnsi="Calibri" w:cs="Calibri"/>
                <w:i/>
              </w:rPr>
              <w:t>y</w:t>
            </w:r>
            <w:r w:rsidR="003C195E" w:rsidRPr="002468DA">
              <w:rPr>
                <w:rFonts w:ascii="Calibri" w:hAnsi="Calibri" w:cs="Calibri"/>
              </w:rPr>
              <w:t xml:space="preserve"> = -4</w:t>
            </w:r>
            <w:r w:rsidR="003C195E" w:rsidRPr="002468DA">
              <w:rPr>
                <w:rFonts w:ascii="Calibri" w:hAnsi="Calibri" w:cs="Calibri"/>
                <w:i/>
              </w:rPr>
              <w:t>x</w:t>
            </w:r>
            <w:r w:rsidR="003C195E" w:rsidRPr="002468DA">
              <w:rPr>
                <w:rFonts w:ascii="Calibri" w:hAnsi="Calibri" w:cs="Calibri"/>
              </w:rPr>
              <w:t xml:space="preserve"> + 11, and 3</w:t>
            </w:r>
            <w:r w:rsidR="003C195E" w:rsidRPr="002468DA">
              <w:rPr>
                <w:rFonts w:ascii="Calibri" w:hAnsi="Calibri" w:cs="Calibri"/>
                <w:i/>
              </w:rPr>
              <w:t>x</w:t>
            </w:r>
            <w:r w:rsidR="003C195E" w:rsidRPr="002468DA">
              <w:rPr>
                <w:rFonts w:ascii="Calibri" w:hAnsi="Calibri" w:cs="Calibri"/>
              </w:rPr>
              <w:t xml:space="preserve"> + </w:t>
            </w:r>
            <w:r w:rsidR="003C195E" w:rsidRPr="002468DA">
              <w:rPr>
                <w:rFonts w:ascii="Calibri" w:hAnsi="Calibri" w:cs="Calibri"/>
                <w:i/>
              </w:rPr>
              <w:t>y</w:t>
            </w:r>
            <w:r w:rsidR="003C195E" w:rsidRPr="002468DA">
              <w:rPr>
                <w:rFonts w:ascii="Calibri" w:hAnsi="Calibri" w:cs="Calibri"/>
              </w:rPr>
              <w:t xml:space="preserve"> = 9, what is the value </w:t>
            </w:r>
          </w:p>
          <w:p w:rsidR="003C195E" w:rsidRDefault="003C195E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proofErr w:type="gramStart"/>
            <w:r w:rsidRPr="002468DA">
              <w:rPr>
                <w:rFonts w:ascii="Calibri" w:hAnsi="Calibri" w:cs="Calibri"/>
              </w:rPr>
              <w:t>of</w:t>
            </w:r>
            <w:proofErr w:type="gramEnd"/>
            <w:r w:rsidRPr="002468DA">
              <w:rPr>
                <w:rFonts w:ascii="Calibri" w:hAnsi="Calibri" w:cs="Calibri"/>
              </w:rPr>
              <w:t xml:space="preserve"> </w:t>
            </w:r>
            <w:r w:rsidRPr="002468DA">
              <w:rPr>
                <w:rFonts w:ascii="Calibri" w:hAnsi="Calibri" w:cs="Calibri"/>
                <w:i/>
              </w:rPr>
              <w:t>y</w:t>
            </w:r>
            <w:r w:rsidRPr="002468DA">
              <w:rPr>
                <w:rFonts w:ascii="Calibri" w:hAnsi="Calibri" w:cs="Calibri"/>
              </w:rPr>
              <w:t>?</w:t>
            </w: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bookmarkStart w:id="0" w:name="_GoBack"/>
            <w:bookmarkEnd w:id="0"/>
          </w:p>
          <w:p w:rsidR="0075752C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5752C" w:rsidRPr="002468DA" w:rsidRDefault="0075752C" w:rsidP="00511CF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</w:tbl>
    <w:p w:rsidR="004740D0" w:rsidRPr="006A48FB" w:rsidRDefault="003C195E" w:rsidP="006A48FB">
      <w:pPr>
        <w:jc w:val="center"/>
        <w:rPr>
          <w:rFonts w:ascii="Calibri" w:hAnsi="Calibri"/>
          <w:sz w:val="22"/>
        </w:rPr>
      </w:pPr>
      <w:r w:rsidRPr="006A48FB">
        <w:rPr>
          <w:rFonts w:ascii="Calibri" w:hAnsi="Calibri"/>
          <w:sz w:val="96"/>
          <w:szCs w:val="100"/>
        </w:rPr>
        <w:t>REVIEW YOUR NOTES!!!</w:t>
      </w:r>
    </w:p>
    <w:sectPr w:rsidR="004740D0" w:rsidRPr="006A48FB" w:rsidSect="00F933C7">
      <w:footerReference w:type="default" r:id="rId15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D76" w:rsidRDefault="00391D76">
      <w:r>
        <w:separator/>
      </w:r>
    </w:p>
  </w:endnote>
  <w:endnote w:type="continuationSeparator" w:id="0">
    <w:p w:rsidR="00391D76" w:rsidRDefault="00391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3C7" w:rsidRPr="006A48FB" w:rsidRDefault="00EC3DE5" w:rsidP="006A48FB">
    <w:pPr>
      <w:pStyle w:val="Footer"/>
      <w:jc w:val="center"/>
    </w:pPr>
    <w:r w:rsidRPr="006A48FB">
      <w:rPr>
        <w:noProof/>
        <w:lang w:val="en-US" w:eastAsia="en-US"/>
      </w:rPr>
      <w:drawing>
        <wp:inline distT="0" distB="0" distL="0" distR="0">
          <wp:extent cx="1762125" cy="342900"/>
          <wp:effectExtent l="0" t="0" r="9525" b="0"/>
          <wp:docPr id="5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D76" w:rsidRDefault="00391D76">
      <w:r>
        <w:separator/>
      </w:r>
    </w:p>
  </w:footnote>
  <w:footnote w:type="continuationSeparator" w:id="0">
    <w:p w:rsidR="00391D76" w:rsidRDefault="00391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6683A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10"/>
  </w:num>
  <w:num w:numId="10">
    <w:abstractNumId w:val="8"/>
  </w:num>
  <w:num w:numId="1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B7142"/>
    <w:rsid w:val="000C0316"/>
    <w:rsid w:val="000F0414"/>
    <w:rsid w:val="001036EA"/>
    <w:rsid w:val="001B74F6"/>
    <w:rsid w:val="001E44D3"/>
    <w:rsid w:val="00391D76"/>
    <w:rsid w:val="003B5CE7"/>
    <w:rsid w:val="003C195E"/>
    <w:rsid w:val="004740D0"/>
    <w:rsid w:val="004E5F43"/>
    <w:rsid w:val="00511CFB"/>
    <w:rsid w:val="005623C1"/>
    <w:rsid w:val="00625A93"/>
    <w:rsid w:val="0063440D"/>
    <w:rsid w:val="006A48FB"/>
    <w:rsid w:val="007547D7"/>
    <w:rsid w:val="0075752C"/>
    <w:rsid w:val="00954F79"/>
    <w:rsid w:val="00971CD1"/>
    <w:rsid w:val="00BF5F92"/>
    <w:rsid w:val="00C2093E"/>
    <w:rsid w:val="00C903E1"/>
    <w:rsid w:val="00D03C61"/>
    <w:rsid w:val="00DA20A4"/>
    <w:rsid w:val="00DF1BD2"/>
    <w:rsid w:val="00E7064B"/>
    <w:rsid w:val="00EC3DE5"/>
    <w:rsid w:val="00EF492D"/>
    <w:rsid w:val="00F555BF"/>
    <w:rsid w:val="00F9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71BFFF-8A11-4DDE-BE41-74B872C7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styleId="LightList-Accent5">
    <w:name w:val="Light List Accent 5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MediumList2-Accent4">
    <w:name w:val="Medium List 2 Accent 4"/>
    <w:basedOn w:val="Normal"/>
    <w:uiPriority w:val="34"/>
    <w:qFormat/>
    <w:rsid w:val="006B1927"/>
    <w:pPr>
      <w:ind w:left="720"/>
      <w:contextualSpacing/>
    </w:pPr>
  </w:style>
  <w:style w:type="paragraph" w:styleId="LightGrid-Accent3">
    <w:name w:val="Light Grid Accent 3"/>
    <w:basedOn w:val="Normal"/>
    <w:uiPriority w:val="34"/>
    <w:qFormat/>
    <w:rsid w:val="00741C52"/>
    <w:pPr>
      <w:ind w:left="720"/>
    </w:pPr>
  </w:style>
  <w:style w:type="paragraph" w:styleId="MediumGrid1-Accent2">
    <w:name w:val="Medium Grid 1 Accent 2"/>
    <w:basedOn w:val="Normal"/>
    <w:uiPriority w:val="34"/>
    <w:qFormat/>
    <w:rsid w:val="005E4E7F"/>
    <w:pPr>
      <w:ind w:left="720"/>
    </w:pPr>
  </w:style>
  <w:style w:type="paragraph" w:styleId="ColorfulList-Accent1">
    <w:name w:val="Colorful List Accent 1"/>
    <w:basedOn w:val="Normal"/>
    <w:uiPriority w:val="34"/>
    <w:qFormat/>
    <w:rsid w:val="003C19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2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3</cp:revision>
  <cp:lastPrinted>2012-09-04T22:37:00Z</cp:lastPrinted>
  <dcterms:created xsi:type="dcterms:W3CDTF">2014-09-21T22:44:00Z</dcterms:created>
  <dcterms:modified xsi:type="dcterms:W3CDTF">2014-09-21T22:48:00Z</dcterms:modified>
</cp:coreProperties>
</file>